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21C45" w14:textId="77777777" w:rsidR="00FF53F7" w:rsidRDefault="00415952" w:rsidP="00A8638D">
      <w:pPr>
        <w:pStyle w:val="a3"/>
        <w:tabs>
          <w:tab w:val="left" w:pos="9468"/>
        </w:tabs>
        <w:snapToGrid w:val="0"/>
        <w:spacing w:line="240" w:lineRule="auto"/>
        <w:ind w:right="-30"/>
        <w:jc w:val="right"/>
        <w:rPr>
          <w:spacing w:val="0"/>
        </w:rPr>
      </w:pPr>
      <w:r>
        <w:rPr>
          <w:rFonts w:ascii="ＭＳ 明朝" w:hAnsi="ＭＳ 明朝" w:hint="eastAsia"/>
        </w:rPr>
        <w:t>別紙</w:t>
      </w:r>
      <w:r w:rsidR="00FF53F7">
        <w:rPr>
          <w:rFonts w:ascii="ＭＳ 明朝" w:hAnsi="ＭＳ 明朝" w:hint="eastAsia"/>
        </w:rPr>
        <w:t>第</w:t>
      </w:r>
      <w:r w:rsidR="0088182E">
        <w:rPr>
          <w:rFonts w:ascii="ＭＳ 明朝" w:hAnsi="ＭＳ 明朝" w:hint="eastAsia"/>
        </w:rPr>
        <w:t>５</w:t>
      </w:r>
    </w:p>
    <w:p w14:paraId="015366BA" w14:textId="77777777" w:rsidR="00FF53F7" w:rsidRDefault="00FF53F7" w:rsidP="00A8638D">
      <w:pPr>
        <w:pStyle w:val="a3"/>
        <w:snapToGrid w:val="0"/>
        <w:spacing w:line="240" w:lineRule="auto"/>
        <w:jc w:val="center"/>
        <w:rPr>
          <w:spacing w:val="0"/>
        </w:rPr>
      </w:pPr>
      <w:r>
        <w:rPr>
          <w:rFonts w:ascii="ＭＳ 明朝" w:hAnsi="ＭＳ 明朝" w:hint="eastAsia"/>
          <w:spacing w:val="10"/>
          <w:sz w:val="32"/>
          <w:szCs w:val="32"/>
        </w:rPr>
        <w:t>基地入門者名簿（販売員）</w:t>
      </w:r>
    </w:p>
    <w:p w14:paraId="77989128" w14:textId="77777777" w:rsidR="00FF53F7" w:rsidRDefault="00FF53F7" w:rsidP="00A8638D">
      <w:pPr>
        <w:pStyle w:val="a3"/>
        <w:snapToGrid w:val="0"/>
        <w:spacing w:line="240" w:lineRule="auto"/>
        <w:rPr>
          <w:spacing w:val="0"/>
        </w:rPr>
      </w:pPr>
    </w:p>
    <w:p w14:paraId="3305B673" w14:textId="579BBF1F" w:rsidR="005A1968" w:rsidRDefault="00FF53F7" w:rsidP="00A8638D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                              </w:t>
      </w:r>
      <w:r w:rsidR="00AE7F49">
        <w:rPr>
          <w:rFonts w:ascii="ＭＳ 明朝" w:hAnsi="ＭＳ 明朝" w:hint="eastAsia"/>
          <w:spacing w:val="4"/>
        </w:rPr>
        <w:t xml:space="preserve">　</w:t>
      </w:r>
      <w:r w:rsidR="00D20FF7">
        <w:rPr>
          <w:rFonts w:ascii="ＭＳ 明朝" w:hAnsi="ＭＳ 明朝" w:hint="eastAsia"/>
          <w:spacing w:val="4"/>
        </w:rPr>
        <w:t xml:space="preserve">　　　</w:t>
      </w:r>
      <w:r w:rsidR="00AE7F49">
        <w:rPr>
          <w:rFonts w:ascii="ＭＳ 明朝" w:hAnsi="ＭＳ 明朝" w:hint="eastAsia"/>
          <w:u w:val="single" w:color="000000"/>
        </w:rPr>
        <w:t>商工会</w:t>
      </w:r>
      <w:r>
        <w:rPr>
          <w:rFonts w:ascii="ＭＳ 明朝" w:hAnsi="ＭＳ 明朝" w:hint="eastAsia"/>
          <w:u w:val="single" w:color="000000"/>
        </w:rPr>
        <w:t xml:space="preserve">名　　　　　　　　　　　</w:t>
      </w: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1134"/>
        <w:gridCol w:w="2576"/>
        <w:gridCol w:w="1492"/>
        <w:gridCol w:w="4154"/>
      </w:tblGrid>
      <w:tr w:rsidR="00827948" w14:paraId="209E2617" w14:textId="77777777" w:rsidTr="0088182E">
        <w:trPr>
          <w:trHeight w:val="66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53603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№</w:t>
            </w:r>
          </w:p>
          <w:p w14:paraId="7D6601EE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  <w:sz w:val="21"/>
                <w:szCs w:val="21"/>
              </w:rPr>
              <w:fldChar w:fldCharType="begin"/>
            </w:r>
            <w:r>
              <w:rPr>
                <w:rFonts w:cs="Century"/>
                <w:spacing w:val="0"/>
                <w:sz w:val="21"/>
                <w:szCs w:val="21"/>
              </w:rPr>
              <w:instrText xml:space="preserve"> eq \o\ad(\s\up 7(</w:instrText>
            </w:r>
            <w:r>
              <w:rPr>
                <w:rFonts w:ascii="ＭＳ 明朝" w:hAnsi="ＭＳ 明朝" w:hint="eastAsia"/>
                <w:spacing w:val="-8"/>
                <w:sz w:val="8"/>
                <w:szCs w:val="8"/>
              </w:rPr>
              <w:instrText xml:space="preserve">　　　　　　　</w:instrText>
            </w:r>
            <w:r>
              <w:rPr>
                <w:rFonts w:cs="Century"/>
                <w:spacing w:val="0"/>
                <w:sz w:val="21"/>
                <w:szCs w:val="21"/>
              </w:rPr>
              <w:instrText>),</w:instrText>
            </w:r>
            <w:r>
              <w:rPr>
                <w:rFonts w:ascii="ＭＳ 明朝" w:hAnsi="ＭＳ 明朝" w:hint="eastAsia"/>
                <w:spacing w:val="-4"/>
                <w:sz w:val="16"/>
                <w:szCs w:val="16"/>
              </w:rPr>
              <w:instrText>（責任者に○）</w:instrText>
            </w:r>
            <w:r>
              <w:rPr>
                <w:rFonts w:cs="Century"/>
                <w:spacing w:val="0"/>
                <w:sz w:val="21"/>
                <w:szCs w:val="21"/>
              </w:rPr>
              <w:instrText>)</w:instrText>
            </w:r>
            <w:r>
              <w:rPr>
                <w:rFonts w:cs="Century"/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2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64F694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ふりがな</w:t>
            </w:r>
          </w:p>
          <w:p w14:paraId="355473FE" w14:textId="77777777" w:rsidR="00827948" w:rsidRPr="00E667A4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E667A4">
              <w:rPr>
                <w:rFonts w:cs="Century" w:hint="eastAsia"/>
                <w:spacing w:val="0"/>
              </w:rPr>
              <w:t>氏名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F2A427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生年月日</w:t>
            </w:r>
          </w:p>
          <w:p w14:paraId="0E902D95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  <w:sz w:val="20"/>
                <w:szCs w:val="20"/>
              </w:rPr>
              <w:t>（年齢）</w:t>
            </w:r>
          </w:p>
        </w:tc>
        <w:tc>
          <w:tcPr>
            <w:tcW w:w="4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31768F" w14:textId="77777777" w:rsidR="00827948" w:rsidRDefault="00827948" w:rsidP="0088182E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住所</w:t>
            </w:r>
            <w:r w:rsidR="0088182E">
              <w:rPr>
                <w:rFonts w:ascii="ＭＳ 明朝" w:hAnsi="ＭＳ 明朝" w:hint="eastAsia"/>
              </w:rPr>
              <w:t>及び</w:t>
            </w:r>
            <w:r>
              <w:rPr>
                <w:spacing w:val="0"/>
              </w:rPr>
              <w:t>携帯電話番号</w:t>
            </w:r>
          </w:p>
        </w:tc>
      </w:tr>
      <w:tr w:rsidR="00827948" w14:paraId="2476D290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80789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B6020B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179096F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6BABF6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CB0BE88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8A29CA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672280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27948" w14:paraId="55B38D91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8AA5C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2C99A3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F0ED2C3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B866CB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B4C5F6C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F59EBB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8D7465F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27948" w14:paraId="69895A28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AD275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78CA17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5EDAA4D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AB0C90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20DB9D2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9E6809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F09E454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27948" w14:paraId="2F671AAC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4A33F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078540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A8FA82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332AC6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9FCCDC3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6E97E5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7C5EECD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27948" w14:paraId="155ECA9A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70E0E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62F331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218A346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3C93AA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CF9B56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B1FA2E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0D7798B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E7F49" w14:paraId="25489E4F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F2838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06E7F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06FE3093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9A2734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4DEF1C0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ED0FE4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C87800F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E7F49" w14:paraId="69FFA013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E150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AA0064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1DDDB90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3CF7FB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09023BC4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BB910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7B8075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27948" w14:paraId="3E37050D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ACEDB8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B286624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7E332B0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21C924E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D25AAA6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910AD39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FD2348D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E7F49" w14:paraId="2D6D02D5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C99910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401F6B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A63C17F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0030340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EA0671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AA0E4E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97B620B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E7F49" w14:paraId="3B730014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12801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2C9D777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45BBE88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EA93A20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D27CBD9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AC3FEB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C0FF691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538722D9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D6CC38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C6548B9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4A3CCE1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AF7AE41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AE4B746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357D319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B4A1151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52DED536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50B12F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CA9FD16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05F2ADB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DFBF9AF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6A69E84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11C162D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D8BAFA9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19587556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A66B42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06D995F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7A1958C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CF2F300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F612A5B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DA2B982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6B3588A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741D23A2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9A177E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F841FE7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AC8C6BF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37D6176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C1097B3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39891D5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F1F701E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1BDC16DC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CFE0E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DB30D5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5ED3BBC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198BC5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413AA55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7A4755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B0F7A84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14:paraId="6565C7F7" w14:textId="77777777" w:rsidR="005A1968" w:rsidRDefault="005A1968" w:rsidP="00A8638D">
      <w:pPr>
        <w:pStyle w:val="a3"/>
        <w:snapToGrid w:val="0"/>
        <w:spacing w:line="240" w:lineRule="auto"/>
        <w:jc w:val="left"/>
        <w:rPr>
          <w:rFonts w:ascii="ＭＳ 明朝" w:hAnsi="ＭＳ 明朝"/>
        </w:rPr>
      </w:pPr>
    </w:p>
    <w:p w14:paraId="0CB54AF7" w14:textId="77777777" w:rsidR="0088182E" w:rsidRDefault="0088182E" w:rsidP="00A8638D">
      <w:pPr>
        <w:pStyle w:val="a3"/>
        <w:snapToGrid w:val="0"/>
        <w:spacing w:line="240" w:lineRule="auto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注意</w:t>
      </w:r>
    </w:p>
    <w:p w14:paraId="22099F5A" w14:textId="77777777" w:rsidR="00AE7F49" w:rsidRDefault="0088182E" w:rsidP="00A8638D">
      <w:pPr>
        <w:pStyle w:val="a3"/>
        <w:snapToGrid w:val="0"/>
        <w:spacing w:line="240" w:lineRule="auto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提出</w:t>
      </w:r>
      <w:r w:rsidR="00C940C1">
        <w:rPr>
          <w:rFonts w:ascii="ＭＳ 明朝" w:hAnsi="ＭＳ 明朝" w:hint="eastAsia"/>
        </w:rPr>
        <w:t>以降の人員の追加・変更は認めない。</w:t>
      </w:r>
    </w:p>
    <w:sectPr w:rsidR="00AE7F49" w:rsidSect="00AE7F49">
      <w:headerReference w:type="default" r:id="rId8"/>
      <w:type w:val="nextColumn"/>
      <w:pgSz w:w="11906" w:h="16838" w:code="9"/>
      <w:pgMar w:top="1418" w:right="1134" w:bottom="1418" w:left="1418" w:header="851" w:footer="567" w:gutter="0"/>
      <w:cols w:space="720"/>
      <w:noEndnote/>
      <w:docGrid w:type="linesAndChars" w:linePitch="291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92566" w14:textId="77777777" w:rsidR="0056680D" w:rsidRDefault="0056680D">
      <w:r>
        <w:separator/>
      </w:r>
    </w:p>
  </w:endnote>
  <w:endnote w:type="continuationSeparator" w:id="0">
    <w:p w14:paraId="3D867D73" w14:textId="77777777" w:rsidR="0056680D" w:rsidRDefault="0056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30D52" w14:textId="77777777" w:rsidR="0056680D" w:rsidRDefault="0056680D">
      <w:r>
        <w:separator/>
      </w:r>
    </w:p>
  </w:footnote>
  <w:footnote w:type="continuationSeparator" w:id="0">
    <w:p w14:paraId="512F5243" w14:textId="77777777" w:rsidR="0056680D" w:rsidRDefault="00566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1A8A" w14:textId="77777777" w:rsidR="00DA23DE" w:rsidRPr="00AE7F49" w:rsidRDefault="00AE7F49" w:rsidP="00AE7F49">
    <w:pPr>
      <w:pStyle w:val="a4"/>
      <w:jc w:val="right"/>
    </w:pPr>
    <w:r>
      <w:rPr>
        <w:rFonts w:hint="eastAsia"/>
      </w:rPr>
      <w:t>（商工会用）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1795"/>
    <w:multiLevelType w:val="hybridMultilevel"/>
    <w:tmpl w:val="87648CC4"/>
    <w:lvl w:ilvl="0" w:tplc="D0FAA362">
      <w:start w:val="4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" w15:restartNumberingAfterBreak="0">
    <w:nsid w:val="245642ED"/>
    <w:multiLevelType w:val="hybridMultilevel"/>
    <w:tmpl w:val="EE90B62E"/>
    <w:lvl w:ilvl="0" w:tplc="83107FBC">
      <w:start w:val="1"/>
      <w:numFmt w:val="decimal"/>
      <w:lvlText w:val="(%1)"/>
      <w:lvlJc w:val="left"/>
      <w:pPr>
        <w:tabs>
          <w:tab w:val="num" w:pos="705"/>
        </w:tabs>
        <w:ind w:left="705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" w15:restartNumberingAfterBreak="0">
    <w:nsid w:val="736F3092"/>
    <w:multiLevelType w:val="hybridMultilevel"/>
    <w:tmpl w:val="D2C09802"/>
    <w:lvl w:ilvl="0" w:tplc="A8CE5E7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FA2D10"/>
    <w:multiLevelType w:val="hybridMultilevel"/>
    <w:tmpl w:val="8F02C046"/>
    <w:lvl w:ilvl="0" w:tplc="355A1C1A">
      <w:start w:val="1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4" w15:restartNumberingAfterBreak="0">
    <w:nsid w:val="78BF7E8D"/>
    <w:multiLevelType w:val="hybridMultilevel"/>
    <w:tmpl w:val="D550FDAC"/>
    <w:lvl w:ilvl="0" w:tplc="DE668898">
      <w:start w:val="4"/>
      <w:numFmt w:val="decimal"/>
      <w:lvlText w:val="(%1)"/>
      <w:lvlJc w:val="left"/>
      <w:pPr>
        <w:tabs>
          <w:tab w:val="num" w:pos="842"/>
        </w:tabs>
        <w:ind w:left="842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num w:numId="1" w16cid:durableId="542449716">
    <w:abstractNumId w:val="4"/>
  </w:num>
  <w:num w:numId="2" w16cid:durableId="331032580">
    <w:abstractNumId w:val="3"/>
  </w:num>
  <w:num w:numId="3" w16cid:durableId="1276062198">
    <w:abstractNumId w:val="1"/>
  </w:num>
  <w:num w:numId="4" w16cid:durableId="785850530">
    <w:abstractNumId w:val="0"/>
  </w:num>
  <w:num w:numId="5" w16cid:durableId="9818092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4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C81"/>
    <w:rsid w:val="00002A43"/>
    <w:rsid w:val="00003690"/>
    <w:rsid w:val="000059C0"/>
    <w:rsid w:val="000135DE"/>
    <w:rsid w:val="00014604"/>
    <w:rsid w:val="000146A5"/>
    <w:rsid w:val="00024F34"/>
    <w:rsid w:val="00034CD1"/>
    <w:rsid w:val="0005506B"/>
    <w:rsid w:val="00060B63"/>
    <w:rsid w:val="00062B25"/>
    <w:rsid w:val="000708B8"/>
    <w:rsid w:val="00070FE6"/>
    <w:rsid w:val="000712BB"/>
    <w:rsid w:val="00073D26"/>
    <w:rsid w:val="0009090F"/>
    <w:rsid w:val="000926A6"/>
    <w:rsid w:val="00092956"/>
    <w:rsid w:val="000A0071"/>
    <w:rsid w:val="000A1C23"/>
    <w:rsid w:val="000A27E7"/>
    <w:rsid w:val="000B35A7"/>
    <w:rsid w:val="000C3775"/>
    <w:rsid w:val="000E22AD"/>
    <w:rsid w:val="000E44D3"/>
    <w:rsid w:val="000F49EB"/>
    <w:rsid w:val="000F5688"/>
    <w:rsid w:val="00117D47"/>
    <w:rsid w:val="00121545"/>
    <w:rsid w:val="00123A14"/>
    <w:rsid w:val="001272E6"/>
    <w:rsid w:val="0014474C"/>
    <w:rsid w:val="001501DA"/>
    <w:rsid w:val="00152D90"/>
    <w:rsid w:val="001672AB"/>
    <w:rsid w:val="001811C7"/>
    <w:rsid w:val="001A0A06"/>
    <w:rsid w:val="001A15A0"/>
    <w:rsid w:val="001A2A1B"/>
    <w:rsid w:val="001C6AE3"/>
    <w:rsid w:val="001D51C7"/>
    <w:rsid w:val="001E2E1E"/>
    <w:rsid w:val="002033F4"/>
    <w:rsid w:val="002060DA"/>
    <w:rsid w:val="0021255B"/>
    <w:rsid w:val="00217CEA"/>
    <w:rsid w:val="00226282"/>
    <w:rsid w:val="00233001"/>
    <w:rsid w:val="002414B6"/>
    <w:rsid w:val="00247E1E"/>
    <w:rsid w:val="00251955"/>
    <w:rsid w:val="00253570"/>
    <w:rsid w:val="00256F87"/>
    <w:rsid w:val="00266381"/>
    <w:rsid w:val="0026647B"/>
    <w:rsid w:val="002677D5"/>
    <w:rsid w:val="00293B98"/>
    <w:rsid w:val="00295B32"/>
    <w:rsid w:val="002B240A"/>
    <w:rsid w:val="002B3A69"/>
    <w:rsid w:val="002B3C6D"/>
    <w:rsid w:val="002B5A41"/>
    <w:rsid w:val="002B7450"/>
    <w:rsid w:val="002C4239"/>
    <w:rsid w:val="002D0724"/>
    <w:rsid w:val="002D288B"/>
    <w:rsid w:val="002E15E6"/>
    <w:rsid w:val="003039B8"/>
    <w:rsid w:val="003403CB"/>
    <w:rsid w:val="0034494B"/>
    <w:rsid w:val="00346013"/>
    <w:rsid w:val="00351C51"/>
    <w:rsid w:val="00357831"/>
    <w:rsid w:val="00370DC3"/>
    <w:rsid w:val="00371DAF"/>
    <w:rsid w:val="00386E17"/>
    <w:rsid w:val="003945B4"/>
    <w:rsid w:val="00395C81"/>
    <w:rsid w:val="003B3435"/>
    <w:rsid w:val="003B446D"/>
    <w:rsid w:val="003C02EB"/>
    <w:rsid w:val="003C1DE4"/>
    <w:rsid w:val="003C267E"/>
    <w:rsid w:val="003C6661"/>
    <w:rsid w:val="003D571B"/>
    <w:rsid w:val="003D58FA"/>
    <w:rsid w:val="003D7F45"/>
    <w:rsid w:val="003E2A14"/>
    <w:rsid w:val="003E6AEB"/>
    <w:rsid w:val="004070E1"/>
    <w:rsid w:val="00414B9E"/>
    <w:rsid w:val="00415952"/>
    <w:rsid w:val="00417E39"/>
    <w:rsid w:val="00443392"/>
    <w:rsid w:val="004452F7"/>
    <w:rsid w:val="004469C3"/>
    <w:rsid w:val="00451E7A"/>
    <w:rsid w:val="004631F2"/>
    <w:rsid w:val="00471BE8"/>
    <w:rsid w:val="00474CD9"/>
    <w:rsid w:val="0048006E"/>
    <w:rsid w:val="004802BC"/>
    <w:rsid w:val="004810CD"/>
    <w:rsid w:val="00491F28"/>
    <w:rsid w:val="0049642C"/>
    <w:rsid w:val="004D4C0A"/>
    <w:rsid w:val="004D6C0A"/>
    <w:rsid w:val="004E4423"/>
    <w:rsid w:val="005003F8"/>
    <w:rsid w:val="00506E81"/>
    <w:rsid w:val="005175B3"/>
    <w:rsid w:val="00524A10"/>
    <w:rsid w:val="005359CD"/>
    <w:rsid w:val="00541BA9"/>
    <w:rsid w:val="00543E72"/>
    <w:rsid w:val="0056285C"/>
    <w:rsid w:val="0056287F"/>
    <w:rsid w:val="005639F1"/>
    <w:rsid w:val="0056649E"/>
    <w:rsid w:val="0056680D"/>
    <w:rsid w:val="00566C5D"/>
    <w:rsid w:val="00571B54"/>
    <w:rsid w:val="005755B9"/>
    <w:rsid w:val="005924D0"/>
    <w:rsid w:val="0059695D"/>
    <w:rsid w:val="005A1968"/>
    <w:rsid w:val="005A209E"/>
    <w:rsid w:val="005A2B97"/>
    <w:rsid w:val="005C1A4D"/>
    <w:rsid w:val="005D1C85"/>
    <w:rsid w:val="005D219E"/>
    <w:rsid w:val="005D2CF1"/>
    <w:rsid w:val="005F7416"/>
    <w:rsid w:val="00604009"/>
    <w:rsid w:val="006041F5"/>
    <w:rsid w:val="00607B7A"/>
    <w:rsid w:val="00617E9C"/>
    <w:rsid w:val="00623096"/>
    <w:rsid w:val="006275D1"/>
    <w:rsid w:val="00630B19"/>
    <w:rsid w:val="0063254F"/>
    <w:rsid w:val="00643553"/>
    <w:rsid w:val="00644F90"/>
    <w:rsid w:val="00646295"/>
    <w:rsid w:val="00646E9C"/>
    <w:rsid w:val="00665A32"/>
    <w:rsid w:val="00671E6C"/>
    <w:rsid w:val="00685831"/>
    <w:rsid w:val="00686FAB"/>
    <w:rsid w:val="006935E0"/>
    <w:rsid w:val="006B0238"/>
    <w:rsid w:val="006B2AE0"/>
    <w:rsid w:val="006C0C81"/>
    <w:rsid w:val="006C1968"/>
    <w:rsid w:val="006C2C48"/>
    <w:rsid w:val="006C4380"/>
    <w:rsid w:val="006C5775"/>
    <w:rsid w:val="006E0670"/>
    <w:rsid w:val="006F150E"/>
    <w:rsid w:val="00703FA1"/>
    <w:rsid w:val="00704D58"/>
    <w:rsid w:val="007102D6"/>
    <w:rsid w:val="00720629"/>
    <w:rsid w:val="00722218"/>
    <w:rsid w:val="00725B1E"/>
    <w:rsid w:val="00727131"/>
    <w:rsid w:val="007338A3"/>
    <w:rsid w:val="00735312"/>
    <w:rsid w:val="00735E24"/>
    <w:rsid w:val="00742B61"/>
    <w:rsid w:val="0075641F"/>
    <w:rsid w:val="00764591"/>
    <w:rsid w:val="007664B3"/>
    <w:rsid w:val="00767835"/>
    <w:rsid w:val="00771231"/>
    <w:rsid w:val="00773AC2"/>
    <w:rsid w:val="00786813"/>
    <w:rsid w:val="00786B9B"/>
    <w:rsid w:val="00787B93"/>
    <w:rsid w:val="00792FEB"/>
    <w:rsid w:val="007977E1"/>
    <w:rsid w:val="007A33E0"/>
    <w:rsid w:val="007A6624"/>
    <w:rsid w:val="007D1E9C"/>
    <w:rsid w:val="007D4BFB"/>
    <w:rsid w:val="007D70B0"/>
    <w:rsid w:val="007F1E13"/>
    <w:rsid w:val="007F5334"/>
    <w:rsid w:val="00800448"/>
    <w:rsid w:val="00810630"/>
    <w:rsid w:val="008125BE"/>
    <w:rsid w:val="0081535E"/>
    <w:rsid w:val="00821FE6"/>
    <w:rsid w:val="00827948"/>
    <w:rsid w:val="008355FA"/>
    <w:rsid w:val="00853294"/>
    <w:rsid w:val="0085450C"/>
    <w:rsid w:val="00877156"/>
    <w:rsid w:val="0088009B"/>
    <w:rsid w:val="0088182E"/>
    <w:rsid w:val="00882564"/>
    <w:rsid w:val="008858C2"/>
    <w:rsid w:val="00890071"/>
    <w:rsid w:val="00890331"/>
    <w:rsid w:val="00893A04"/>
    <w:rsid w:val="008A2ED6"/>
    <w:rsid w:val="008B1EAA"/>
    <w:rsid w:val="008C4BFF"/>
    <w:rsid w:val="008D51B2"/>
    <w:rsid w:val="008E6614"/>
    <w:rsid w:val="008F1D6A"/>
    <w:rsid w:val="0090707D"/>
    <w:rsid w:val="0091499D"/>
    <w:rsid w:val="00927D3E"/>
    <w:rsid w:val="00931627"/>
    <w:rsid w:val="0093190C"/>
    <w:rsid w:val="009375A5"/>
    <w:rsid w:val="00950102"/>
    <w:rsid w:val="00955492"/>
    <w:rsid w:val="009611E7"/>
    <w:rsid w:val="009666A1"/>
    <w:rsid w:val="009725BB"/>
    <w:rsid w:val="00982817"/>
    <w:rsid w:val="0098754C"/>
    <w:rsid w:val="0099671F"/>
    <w:rsid w:val="009A08E6"/>
    <w:rsid w:val="009A36D8"/>
    <w:rsid w:val="009A4F4B"/>
    <w:rsid w:val="009B5F50"/>
    <w:rsid w:val="009E1295"/>
    <w:rsid w:val="009E4E27"/>
    <w:rsid w:val="009E6C87"/>
    <w:rsid w:val="00A007C3"/>
    <w:rsid w:val="00A02AC3"/>
    <w:rsid w:val="00A0530A"/>
    <w:rsid w:val="00A109F3"/>
    <w:rsid w:val="00A13780"/>
    <w:rsid w:val="00A145FA"/>
    <w:rsid w:val="00A14B28"/>
    <w:rsid w:val="00A16A5B"/>
    <w:rsid w:val="00A16C8D"/>
    <w:rsid w:val="00A22DED"/>
    <w:rsid w:val="00A257AE"/>
    <w:rsid w:val="00A34E78"/>
    <w:rsid w:val="00A37F55"/>
    <w:rsid w:val="00A43574"/>
    <w:rsid w:val="00A51702"/>
    <w:rsid w:val="00A54183"/>
    <w:rsid w:val="00A611D6"/>
    <w:rsid w:val="00A62027"/>
    <w:rsid w:val="00A67122"/>
    <w:rsid w:val="00A8638D"/>
    <w:rsid w:val="00A878F3"/>
    <w:rsid w:val="00A91CEF"/>
    <w:rsid w:val="00A92755"/>
    <w:rsid w:val="00A962EF"/>
    <w:rsid w:val="00AB35B9"/>
    <w:rsid w:val="00AC7731"/>
    <w:rsid w:val="00AD3A7F"/>
    <w:rsid w:val="00AD7259"/>
    <w:rsid w:val="00AE298D"/>
    <w:rsid w:val="00AE4712"/>
    <w:rsid w:val="00AE6EB3"/>
    <w:rsid w:val="00AE7F49"/>
    <w:rsid w:val="00AF01A4"/>
    <w:rsid w:val="00AF0DFA"/>
    <w:rsid w:val="00B15574"/>
    <w:rsid w:val="00B2067F"/>
    <w:rsid w:val="00B32EFA"/>
    <w:rsid w:val="00B34DC9"/>
    <w:rsid w:val="00B44966"/>
    <w:rsid w:val="00B45D85"/>
    <w:rsid w:val="00B46F50"/>
    <w:rsid w:val="00B53B1F"/>
    <w:rsid w:val="00B71E2A"/>
    <w:rsid w:val="00B92F2D"/>
    <w:rsid w:val="00B94702"/>
    <w:rsid w:val="00B97989"/>
    <w:rsid w:val="00BA1A24"/>
    <w:rsid w:val="00BB1B49"/>
    <w:rsid w:val="00BD5CB0"/>
    <w:rsid w:val="00BE1FB5"/>
    <w:rsid w:val="00BE674C"/>
    <w:rsid w:val="00BE6A17"/>
    <w:rsid w:val="00BF0633"/>
    <w:rsid w:val="00C05059"/>
    <w:rsid w:val="00C214EA"/>
    <w:rsid w:val="00C324F1"/>
    <w:rsid w:val="00C42CCB"/>
    <w:rsid w:val="00C515AF"/>
    <w:rsid w:val="00C61D69"/>
    <w:rsid w:val="00C62087"/>
    <w:rsid w:val="00C656A3"/>
    <w:rsid w:val="00C714B6"/>
    <w:rsid w:val="00C7549F"/>
    <w:rsid w:val="00C940C1"/>
    <w:rsid w:val="00CA0DDA"/>
    <w:rsid w:val="00CA295D"/>
    <w:rsid w:val="00CA3A3C"/>
    <w:rsid w:val="00CA5FCF"/>
    <w:rsid w:val="00CB4161"/>
    <w:rsid w:val="00CC09E7"/>
    <w:rsid w:val="00CE1A87"/>
    <w:rsid w:val="00CE32D5"/>
    <w:rsid w:val="00CE58C7"/>
    <w:rsid w:val="00CF2158"/>
    <w:rsid w:val="00CF23DD"/>
    <w:rsid w:val="00D00787"/>
    <w:rsid w:val="00D02A05"/>
    <w:rsid w:val="00D20FF7"/>
    <w:rsid w:val="00D21570"/>
    <w:rsid w:val="00D2502E"/>
    <w:rsid w:val="00D358D6"/>
    <w:rsid w:val="00D35A41"/>
    <w:rsid w:val="00D41AC2"/>
    <w:rsid w:val="00D5049F"/>
    <w:rsid w:val="00D5084B"/>
    <w:rsid w:val="00D50DD5"/>
    <w:rsid w:val="00D53520"/>
    <w:rsid w:val="00D56106"/>
    <w:rsid w:val="00D62716"/>
    <w:rsid w:val="00D72357"/>
    <w:rsid w:val="00D72FB4"/>
    <w:rsid w:val="00D75C74"/>
    <w:rsid w:val="00D8379D"/>
    <w:rsid w:val="00D92904"/>
    <w:rsid w:val="00DA06FE"/>
    <w:rsid w:val="00DA23DE"/>
    <w:rsid w:val="00DA3915"/>
    <w:rsid w:val="00DA7F18"/>
    <w:rsid w:val="00DB425A"/>
    <w:rsid w:val="00DC0082"/>
    <w:rsid w:val="00DC38CF"/>
    <w:rsid w:val="00DC52FF"/>
    <w:rsid w:val="00DD0610"/>
    <w:rsid w:val="00DE14EE"/>
    <w:rsid w:val="00DE6A5B"/>
    <w:rsid w:val="00DF5BF3"/>
    <w:rsid w:val="00DF5F19"/>
    <w:rsid w:val="00E26D2A"/>
    <w:rsid w:val="00E274DD"/>
    <w:rsid w:val="00E32EDD"/>
    <w:rsid w:val="00E667A4"/>
    <w:rsid w:val="00E9463B"/>
    <w:rsid w:val="00E951E8"/>
    <w:rsid w:val="00EA7C83"/>
    <w:rsid w:val="00EC653D"/>
    <w:rsid w:val="00ED1C87"/>
    <w:rsid w:val="00ED5F5D"/>
    <w:rsid w:val="00ED7E49"/>
    <w:rsid w:val="00EE5C60"/>
    <w:rsid w:val="00EE62E8"/>
    <w:rsid w:val="00F02630"/>
    <w:rsid w:val="00F067B1"/>
    <w:rsid w:val="00F122A3"/>
    <w:rsid w:val="00F151E5"/>
    <w:rsid w:val="00F20F98"/>
    <w:rsid w:val="00F2131E"/>
    <w:rsid w:val="00F234B1"/>
    <w:rsid w:val="00F25E09"/>
    <w:rsid w:val="00F264D0"/>
    <w:rsid w:val="00F54383"/>
    <w:rsid w:val="00F66293"/>
    <w:rsid w:val="00F66CE2"/>
    <w:rsid w:val="00F87155"/>
    <w:rsid w:val="00F919B4"/>
    <w:rsid w:val="00FB6150"/>
    <w:rsid w:val="00FB7E50"/>
    <w:rsid w:val="00FC791D"/>
    <w:rsid w:val="00FD100C"/>
    <w:rsid w:val="00FD74CA"/>
    <w:rsid w:val="00FD7632"/>
    <w:rsid w:val="00FE0E47"/>
    <w:rsid w:val="00FF21BA"/>
    <w:rsid w:val="00FF2BE3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5DCD2E3"/>
  <w15:docId w15:val="{D086B36C-2CCC-4942-8DAF-D701733F2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64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E471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ＭＳ 明朝"/>
      <w:spacing w:val="2"/>
      <w:sz w:val="24"/>
      <w:szCs w:val="24"/>
    </w:rPr>
  </w:style>
  <w:style w:type="paragraph" w:styleId="a4">
    <w:name w:val="header"/>
    <w:basedOn w:val="a"/>
    <w:rsid w:val="005C1A4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C1A4D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7102D6"/>
  </w:style>
  <w:style w:type="paragraph" w:styleId="a8">
    <w:name w:val="Balloon Text"/>
    <w:basedOn w:val="a"/>
    <w:link w:val="a9"/>
    <w:rsid w:val="00491F2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91F28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FF2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2033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0304;&#34276;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AC03D-4500-4451-8274-5918C788E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</vt:lpstr>
    </vt:vector>
  </TitlesOfParts>
  <Company>Microsoft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防衛庁</dc:creator>
  <cp:lastModifiedBy>kenren30-05</cp:lastModifiedBy>
  <cp:revision>7</cp:revision>
  <cp:lastPrinted>2016-12-09T03:03:00Z</cp:lastPrinted>
  <dcterms:created xsi:type="dcterms:W3CDTF">2017-01-04T05:27:00Z</dcterms:created>
  <dcterms:modified xsi:type="dcterms:W3CDTF">2022-12-22T06:34:00Z</dcterms:modified>
</cp:coreProperties>
</file>